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F31473">
      <w:pPr>
        <w:pStyle w:val="Nzev"/>
      </w:pPr>
    </w:p>
    <w:p w:rsidR="003F14F0" w:rsidRPr="00086B52" w:rsidRDefault="00CE5420" w:rsidP="00F3147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F31473">
      <w:pPr>
        <w:pStyle w:val="Zkladntext-sted"/>
      </w:pPr>
    </w:p>
    <w:p w:rsidR="003F14F0" w:rsidRDefault="003F14F0" w:rsidP="00F3147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F31473">
      <w:pPr>
        <w:pStyle w:val="Zkladntextodsazen2"/>
      </w:pPr>
      <w:r>
        <w:tab/>
      </w:r>
      <w:r>
        <w:tab/>
      </w:r>
    </w:p>
    <w:p w:rsidR="003F14F0" w:rsidRDefault="003F14F0" w:rsidP="00A41576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F3147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F31473">
      <w:pPr>
        <w:pStyle w:val="Nadpis1"/>
        <w:keepNext w:val="0"/>
      </w:pPr>
      <w:r>
        <w:t>Smluvní strany</w:t>
      </w:r>
    </w:p>
    <w:p w:rsidR="003F14F0" w:rsidRDefault="003F14F0" w:rsidP="00F31473">
      <w:pPr>
        <w:pStyle w:val="Nadpis2"/>
        <w:keepNext w:val="0"/>
      </w:pPr>
      <w:r>
        <w:t>Objednatel:</w:t>
      </w:r>
    </w:p>
    <w:p w:rsidR="003F14F0" w:rsidRDefault="00A502F7" w:rsidP="00F3147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F3147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F3147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A41576">
        <w:t>Miroslavem Poláškem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F3147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F3147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A41576" w:rsidRDefault="003F14F0" w:rsidP="00A41576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 xml:space="preserve">Ing. </w:t>
      </w:r>
      <w:r w:rsidR="00A41576">
        <w:t>Petr Velecký, vedoucí ORM</w:t>
      </w:r>
      <w:r w:rsidR="000E23CF">
        <w:t>,</w:t>
      </w:r>
    </w:p>
    <w:p w:rsidR="003F14F0" w:rsidRDefault="00A41576" w:rsidP="00A41576">
      <w:pPr>
        <w:pStyle w:val="Zkladntextodsazen2"/>
      </w:pPr>
      <w:r>
        <w:tab/>
      </w:r>
      <w:r>
        <w:tab/>
      </w:r>
      <w:r>
        <w:tab/>
      </w:r>
      <w:r w:rsidR="000E23CF">
        <w:t>Libor Manda, DiS.</w:t>
      </w:r>
      <w:r>
        <w:t>, referent ORM</w:t>
      </w:r>
    </w:p>
    <w:p w:rsidR="003F14F0" w:rsidRDefault="003F14F0" w:rsidP="00F3147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F3147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F3147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F3147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F31473">
      <w:pPr>
        <w:pStyle w:val="Zkladntextodsazen2"/>
      </w:pPr>
    </w:p>
    <w:p w:rsidR="000E23CF" w:rsidRDefault="000E23CF" w:rsidP="00F31473">
      <w:pPr>
        <w:pStyle w:val="Nadpis2"/>
        <w:keepNext w:val="0"/>
      </w:pPr>
      <w:r>
        <w:t>Zhotovitel:</w:t>
      </w:r>
    </w:p>
    <w:p w:rsidR="000E23CF" w:rsidRDefault="000E23CF" w:rsidP="00F3147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bookmarkStart w:id="2" w:name="_GoBack"/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bookmarkEnd w:id="2"/>
      <w:r>
        <w:rPr>
          <w:rStyle w:val="cena"/>
        </w:rPr>
        <w:fldChar w:fldCharType="end"/>
      </w:r>
      <w:bookmarkEnd w:id="1"/>
    </w:p>
    <w:p w:rsidR="000E23CF" w:rsidRDefault="000E23CF" w:rsidP="00F3147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F3147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F3147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F3147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F3147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F31473">
      <w:pPr>
        <w:pStyle w:val="Zkladntextodsazen2"/>
      </w:pPr>
    </w:p>
    <w:p w:rsidR="000E23CF" w:rsidRDefault="000E23CF" w:rsidP="00F3147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F3147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F31473">
      <w:pPr>
        <w:pStyle w:val="Zkladntextodsazen2"/>
      </w:pPr>
      <w:r>
        <w:tab/>
      </w:r>
    </w:p>
    <w:p w:rsidR="000E23CF" w:rsidRDefault="000E23CF" w:rsidP="00F3147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F3147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F3147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F3147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F31473">
      <w:pPr>
        <w:pStyle w:val="Zkladntextodsazen2"/>
      </w:pPr>
    </w:p>
    <w:p w:rsidR="003F14F0" w:rsidRDefault="003F14F0" w:rsidP="00F31473">
      <w:pPr>
        <w:pStyle w:val="Nadpis1"/>
        <w:keepNext w:val="0"/>
      </w:pPr>
      <w:r>
        <w:t>Preambule, výchozí podklady a údaje, účel smlouvy</w:t>
      </w:r>
    </w:p>
    <w:p w:rsidR="00665717" w:rsidRDefault="00665717" w:rsidP="00F31473">
      <w:pPr>
        <w:pStyle w:val="Nadpis2"/>
        <w:keepNext w:val="0"/>
      </w:pPr>
      <w:r>
        <w:t>Závazek provést dílo na svůj náklad a na svou odpovědnost</w:t>
      </w:r>
    </w:p>
    <w:p w:rsidR="00665717" w:rsidRDefault="00665717" w:rsidP="00F3147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F31473">
      <w:pPr>
        <w:pStyle w:val="Nadpis2"/>
        <w:keepNext w:val="0"/>
      </w:pPr>
      <w:r>
        <w:t>Výchozí podklady</w:t>
      </w:r>
    </w:p>
    <w:p w:rsidR="00665717" w:rsidRDefault="00665717" w:rsidP="00F3147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F31473">
      <w:pPr>
        <w:pStyle w:val="Nadpis2"/>
        <w:keepNext w:val="0"/>
      </w:pPr>
      <w:r>
        <w:lastRenderedPageBreak/>
        <w:t>Účel smlouvy</w:t>
      </w:r>
    </w:p>
    <w:p w:rsidR="00665717" w:rsidRDefault="00665717" w:rsidP="00F3147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F31473" w:rsidRDefault="00665717" w:rsidP="00F31473">
      <w:pPr>
        <w:pStyle w:val="Nadpis2"/>
        <w:keepNext w:val="0"/>
        <w:rPr>
          <w:u w:val="none"/>
        </w:rPr>
      </w:pPr>
      <w:r w:rsidRPr="00F31473">
        <w:rPr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F31473">
      <w:pPr>
        <w:pStyle w:val="Nadpis1"/>
        <w:keepNext w:val="0"/>
      </w:pPr>
      <w:bookmarkStart w:id="16" w:name="_Ref283560940"/>
      <w:r>
        <w:t>Předmět smlouvy</w:t>
      </w:r>
      <w:bookmarkEnd w:id="16"/>
    </w:p>
    <w:p w:rsidR="003F14F0" w:rsidRDefault="003F14F0" w:rsidP="00F31473">
      <w:pPr>
        <w:pStyle w:val="Nadpis2"/>
        <w:keepNext w:val="0"/>
      </w:pPr>
      <w:bookmarkStart w:id="17" w:name="_Ref283560770"/>
      <w:r>
        <w:t>Popis předmětu smlouvy</w:t>
      </w:r>
      <w:bookmarkEnd w:id="17"/>
    </w:p>
    <w:p w:rsidR="003F14F0" w:rsidRPr="002D04E8" w:rsidRDefault="003F14F0" w:rsidP="00F3147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F31473"/>
    <w:p w:rsidR="003F14F0" w:rsidRDefault="003F14F0" w:rsidP="00F31473">
      <w:pPr>
        <w:pStyle w:val="Nadpis7"/>
        <w:keepNext w:val="0"/>
      </w:pPr>
      <w:r w:rsidRPr="00DB2B0A">
        <w:t>Předmětem díla jsou stavební práce</w:t>
      </w:r>
    </w:p>
    <w:p w:rsidR="004709F4" w:rsidRPr="00097781" w:rsidRDefault="004709F4" w:rsidP="00F31473"/>
    <w:p w:rsidR="003B5A78" w:rsidRDefault="00DD0485" w:rsidP="003B5A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REKONSTRUKCE PLYNOINSTALACÍ</w:t>
      </w:r>
      <w:r w:rsidR="003B5A78" w:rsidRPr="003B5A78">
        <w:rPr>
          <w:b/>
          <w:sz w:val="24"/>
          <w:szCs w:val="24"/>
        </w:rPr>
        <w:t xml:space="preserve"> BD Č. P. 1502</w:t>
      </w:r>
    </w:p>
    <w:p w:rsidR="00E06EEF" w:rsidRDefault="00361C4F" w:rsidP="00F31473">
      <w:r>
        <w:t>(dále jen „</w:t>
      </w:r>
      <w:r w:rsidR="00A70766">
        <w:t>stavební práce</w:t>
      </w:r>
      <w:r w:rsidR="004B04C8">
        <w:t>“)</w:t>
      </w:r>
    </w:p>
    <w:p w:rsidR="00093A82" w:rsidRDefault="00093A82" w:rsidP="00F31473"/>
    <w:p w:rsidR="00DC607D" w:rsidRPr="00CF75F1" w:rsidRDefault="00EA5832" w:rsidP="00F31473">
      <w:r w:rsidRPr="00EA5832">
        <w:t xml:space="preserve">Předmětem stavby je rekonstrukce plynoinstalačních rozvodů v rozsahu výměny chrániček, přetěsnění  připojených plynových spotřebičů a výměnu plynových armatur vč. zednických výpomocí jako součást stavebních prací. V rámci dodávek bude provedena výměna zdroje </w:t>
      </w:r>
      <w:r>
        <w:t xml:space="preserve">TÚV a ÚT v bytě č. 2 v 2.NP </w:t>
      </w:r>
      <w:r w:rsidRPr="00EA5832">
        <w:t>ze stávajících plynových topidel Gamat a průtokového ohřívače „karma“ za nový kondenzační kotel s provedením nových rozvodů ÚT a otopných těles v předmětném bytě.</w:t>
      </w:r>
    </w:p>
    <w:p w:rsidR="00DD0485" w:rsidRPr="00EA5832" w:rsidRDefault="003F14F0" w:rsidP="00EA5832">
      <w:pPr>
        <w:pStyle w:val="Nadpis2"/>
        <w:keepNext w:val="0"/>
      </w:pPr>
      <w:r w:rsidRPr="00CF75F1">
        <w:t>Rozsah díla</w:t>
      </w:r>
    </w:p>
    <w:p w:rsidR="003F14F0" w:rsidRDefault="003F14F0" w:rsidP="00257A06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4D0E82" w:rsidRPr="004D0E82" w:rsidRDefault="004D0E82" w:rsidP="004D0E82">
      <w:pPr>
        <w:pStyle w:val="Zkladntextodsazen2-odrky"/>
        <w:rPr>
          <w:color w:val="FF0000"/>
        </w:rPr>
      </w:pPr>
      <w:r w:rsidRPr="00427C96">
        <w:t>Rozsah díla je vymezen dokumentací zakázky zpracovanou projektovou</w:t>
      </w:r>
      <w:r w:rsidRPr="00887C6A">
        <w:t xml:space="preserve"> kanceláří Jiří Bršlica, Nová čtvrť 227, 687 51 Nivnice v listopadu 2024</w:t>
      </w:r>
      <w:r w:rsidRPr="00C442B9">
        <w:rPr>
          <w:color w:val="FF0000"/>
        </w:rPr>
        <w:t xml:space="preserve"> </w:t>
      </w:r>
      <w:r w:rsidRPr="00427C96">
        <w:t>pojmenovaná jako „</w:t>
      </w:r>
      <w:r>
        <w:t>BD 1502 – Oprava plynoinstalace</w:t>
      </w:r>
      <w:r w:rsidRPr="00427C96">
        <w:t>“.</w:t>
      </w:r>
    </w:p>
    <w:p w:rsidR="003F14F0" w:rsidRPr="00CF75F1" w:rsidRDefault="003F14F0" w:rsidP="00257A06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F31473">
      <w:pPr>
        <w:pStyle w:val="Nadpis7"/>
        <w:keepNext w:val="0"/>
      </w:pPr>
    </w:p>
    <w:p w:rsidR="003F14F0" w:rsidRPr="0069310B" w:rsidRDefault="003F14F0" w:rsidP="00F31473">
      <w:pPr>
        <w:pStyle w:val="Nadpis7"/>
        <w:keepNext w:val="0"/>
      </w:pPr>
      <w:r w:rsidRPr="0069310B">
        <w:t>Rozsah díla – další související práce a činnosti zejména:</w:t>
      </w:r>
    </w:p>
    <w:p w:rsidR="003F14F0" w:rsidRPr="00EA0906" w:rsidRDefault="003F14F0" w:rsidP="00257A06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257A06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257A06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257A06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257A06">
      <w:pPr>
        <w:pStyle w:val="Zkladntextodsazen2-odrky"/>
      </w:pPr>
      <w:r>
        <w:t>Zařízení a odstranění zařízení staveniště.</w:t>
      </w:r>
    </w:p>
    <w:p w:rsidR="003F14F0" w:rsidRPr="004B7A40" w:rsidRDefault="003F14F0" w:rsidP="00257A06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</w:t>
      </w:r>
      <w:r w:rsidR="000A0C33">
        <w:t xml:space="preserve">objektu nebo </w:t>
      </w:r>
      <w:r>
        <w:t>inženýrských sítí.</w:t>
      </w:r>
    </w:p>
    <w:p w:rsidR="003F14F0" w:rsidRDefault="003F14F0" w:rsidP="00257A06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257A06">
      <w:pPr>
        <w:pStyle w:val="Zkladntextodsazen2-odrky"/>
      </w:pPr>
      <w:r>
        <w:t xml:space="preserve">Zabezpečení předmětu díla během provádění včetně zajištění ochrany </w:t>
      </w:r>
      <w:r w:rsidR="00AB4FC3">
        <w:t>staveniště proti vloupání</w:t>
      </w:r>
    </w:p>
    <w:p w:rsidR="003F14F0" w:rsidRDefault="003F14F0" w:rsidP="00257A06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257A06">
      <w:pPr>
        <w:pStyle w:val="Zkladntextodsazen2-odrky"/>
      </w:pPr>
      <w:r>
        <w:lastRenderedPageBreak/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257A06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257A06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257A06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257A06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257A06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257A06">
      <w:pPr>
        <w:pStyle w:val="Zkladntextodsazen2-odrky"/>
      </w:pPr>
      <w:r>
        <w:t>Odstranění případných závad zjištěných při závěrečné kontrolní prohlídce stavby.</w:t>
      </w:r>
    </w:p>
    <w:p w:rsidR="00624C39" w:rsidRDefault="00D74105" w:rsidP="00EA5832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F14F0" w:rsidRPr="0069310B" w:rsidRDefault="003F14F0" w:rsidP="00F31473">
      <w:pPr>
        <w:pStyle w:val="Nadpis2"/>
        <w:keepNext w:val="0"/>
      </w:pPr>
      <w:r w:rsidRPr="0069310B">
        <w:t>Dokumentace skutečného provedení stavby</w:t>
      </w:r>
    </w:p>
    <w:p w:rsidR="00DD7772" w:rsidRDefault="003F14F0" w:rsidP="00257A06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257A06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257A06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257A06">
      <w:pPr>
        <w:pStyle w:val="Zkladntextodsazen2-odrky"/>
      </w:pPr>
      <w:r>
        <w:t>části projektu, ve kterých nedošlo ke změnám, budou označeny nápisem „bez změn“</w:t>
      </w:r>
    </w:p>
    <w:p w:rsidR="00624C39" w:rsidRDefault="003F14F0" w:rsidP="00EA5832">
      <w:pPr>
        <w:pStyle w:val="Zkladntextodsazen2-odrky"/>
      </w:pPr>
      <w:r>
        <w:t>dokumentace skutečného provedení bude provedena i v digitální podobě.</w:t>
      </w:r>
    </w:p>
    <w:p w:rsidR="003F14F0" w:rsidRPr="0069310B" w:rsidRDefault="003F14F0" w:rsidP="00F31473">
      <w:pPr>
        <w:pStyle w:val="Nadpis2"/>
        <w:keepNext w:val="0"/>
      </w:pPr>
      <w:r w:rsidRPr="0069310B">
        <w:t>Podmínky provádění stavby</w:t>
      </w:r>
    </w:p>
    <w:p w:rsidR="003F14F0" w:rsidRDefault="003F14F0" w:rsidP="00257A06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AA29A5" w:rsidRDefault="00954693" w:rsidP="00257A06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257A06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257A06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4E5078" w:rsidRDefault="00FC0BAD" w:rsidP="00EA5832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</w:t>
      </w:r>
      <w:r w:rsidR="00624C39">
        <w:t>í činnost v přilehlém prostoru.</w:t>
      </w:r>
    </w:p>
    <w:p w:rsidR="003F14F0" w:rsidRPr="0069310B" w:rsidRDefault="003F14F0" w:rsidP="00F31473">
      <w:pPr>
        <w:pStyle w:val="Nadpis2"/>
        <w:keepNext w:val="0"/>
      </w:pPr>
      <w:r w:rsidRPr="0069310B">
        <w:t>Právo objednatele na změnu předmětu smlouvy</w:t>
      </w:r>
    </w:p>
    <w:p w:rsidR="004E5078" w:rsidRPr="00F31473" w:rsidRDefault="003F14F0" w:rsidP="00257A06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4D0E82" w:rsidRPr="004D0E82" w:rsidRDefault="00624C39" w:rsidP="00EA5832">
      <w:pPr>
        <w:pStyle w:val="Nadpis2"/>
        <w:keepNext w:val="0"/>
      </w:pPr>
      <w:r w:rsidRPr="00525363">
        <w:t>Objednatel se zavazuje dílo od zhotovitele převzít a zaplatit mu sjednanou cenu.</w:t>
      </w:r>
    </w:p>
    <w:p w:rsidR="003F14F0" w:rsidRPr="0069310B" w:rsidRDefault="003F14F0" w:rsidP="00F31473">
      <w:pPr>
        <w:pStyle w:val="Nadpis1"/>
        <w:keepNext w:val="0"/>
      </w:pPr>
      <w:r w:rsidRPr="0069310B">
        <w:t>Doba a místo plnění</w:t>
      </w:r>
    </w:p>
    <w:p w:rsidR="003F14F0" w:rsidRPr="0069310B" w:rsidRDefault="003F14F0" w:rsidP="00F31473">
      <w:pPr>
        <w:pStyle w:val="Nadpis2"/>
        <w:keepNext w:val="0"/>
      </w:pPr>
      <w:r w:rsidRPr="0069310B">
        <w:t>Doba plnění předmětu smlouvy:</w:t>
      </w:r>
    </w:p>
    <w:p w:rsidR="003F14F0" w:rsidRDefault="003F14F0" w:rsidP="00F3147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31473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970D1F" w:rsidRDefault="004D0E82" w:rsidP="00F31473">
            <w:r>
              <w:t>02.06</w:t>
            </w:r>
            <w:r w:rsidR="003B5A78">
              <w:t>.2025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F3147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970D1F" w:rsidRDefault="004D0E82" w:rsidP="00F31473">
            <w:pPr>
              <w:rPr>
                <w:b/>
              </w:rPr>
            </w:pPr>
            <w:r>
              <w:t>04.07</w:t>
            </w:r>
            <w:r w:rsidR="003B5A78">
              <w:t>.2025</w:t>
            </w:r>
          </w:p>
        </w:tc>
      </w:tr>
    </w:tbl>
    <w:p w:rsidR="003F14F0" w:rsidRDefault="00EA5832" w:rsidP="00EA5832">
      <w:pPr>
        <w:pStyle w:val="Nadpis7"/>
        <w:keepNext w:val="0"/>
        <w:ind w:left="0"/>
      </w:pPr>
      <w:r>
        <w:rPr>
          <w:b w:val="0"/>
          <w:bCs w:val="0"/>
        </w:rPr>
        <w:lastRenderedPageBreak/>
        <w:t xml:space="preserve">    </w:t>
      </w:r>
      <w:r w:rsidR="003F14F0">
        <w:t>Změna v době plnění</w:t>
      </w:r>
    </w:p>
    <w:p w:rsidR="003F14F0" w:rsidRPr="00212482" w:rsidRDefault="003F14F0" w:rsidP="00257A06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Pr="00212482">
        <w:t xml:space="preserve">z důvodů okolností vyšší moci. </w:t>
      </w:r>
    </w:p>
    <w:p w:rsidR="003F14F0" w:rsidRDefault="003F14F0" w:rsidP="00257A06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257A06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257A06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257A06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F31473">
      <w:pPr>
        <w:pStyle w:val="Nadpis2"/>
        <w:keepNext w:val="0"/>
      </w:pPr>
      <w:r w:rsidRPr="0069310B">
        <w:t>Místo plnění předmětu smlouvy:</w:t>
      </w:r>
    </w:p>
    <w:p w:rsidR="00624C39" w:rsidRDefault="0060151C" w:rsidP="00F31473">
      <w:r>
        <w:t xml:space="preserve">  </w:t>
      </w:r>
      <w:r w:rsidR="004D0E82" w:rsidRPr="004D0E82">
        <w:t>BD 1502, ul. U Plovárny, Uherský Brod na parcele č. 1803 k.ú. Uherský Brod.</w:t>
      </w:r>
    </w:p>
    <w:p w:rsidR="003F14F0" w:rsidRDefault="003F14F0" w:rsidP="00F31473">
      <w:pPr>
        <w:pStyle w:val="Nadpis1"/>
        <w:keepNext w:val="0"/>
      </w:pPr>
      <w:r>
        <w:t>Cena díla a podmínky pro změnu sjednané ceny</w:t>
      </w:r>
    </w:p>
    <w:p w:rsidR="003F14F0" w:rsidRPr="0069310B" w:rsidRDefault="003F14F0" w:rsidP="00F31473">
      <w:pPr>
        <w:pStyle w:val="Nadpis2"/>
        <w:keepNext w:val="0"/>
      </w:pPr>
      <w:r w:rsidRPr="0069310B">
        <w:t>Cena díla</w:t>
      </w:r>
    </w:p>
    <w:p w:rsidR="003F14F0" w:rsidRDefault="003F14F0" w:rsidP="00F3147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F31473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F31473"/>
          <w:p w:rsidR="000405DB" w:rsidRDefault="000405DB" w:rsidP="00F31473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F31473"/>
        </w:tc>
        <w:tc>
          <w:tcPr>
            <w:tcW w:w="2160" w:type="dxa"/>
            <w:vAlign w:val="center"/>
          </w:tcPr>
          <w:p w:rsidR="003F14F0" w:rsidRDefault="003F14F0" w:rsidP="00F3147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Pr="00257A06" w:rsidRDefault="009A55DB" w:rsidP="00F31473"/>
          <w:p w:rsidR="000405DB" w:rsidRPr="00257A06" w:rsidRDefault="00034CF4" w:rsidP="00F31473">
            <w:r w:rsidRPr="00257A06">
              <w:t xml:space="preserve">DPH </w:t>
            </w:r>
            <w:r w:rsidR="00D64D98" w:rsidRPr="00257A06">
              <w:t>1</w:t>
            </w:r>
            <w:r w:rsidR="00257A06" w:rsidRPr="00257A06">
              <w:t>2</w:t>
            </w:r>
            <w:r w:rsidR="0006317A" w:rsidRPr="00257A06">
              <w:t xml:space="preserve"> </w:t>
            </w:r>
            <w:r w:rsidR="000405DB" w:rsidRPr="00257A06">
              <w:t>%</w:t>
            </w:r>
          </w:p>
          <w:p w:rsidR="000405DB" w:rsidRPr="00257A06" w:rsidRDefault="000405DB" w:rsidP="00F31473"/>
        </w:tc>
        <w:tc>
          <w:tcPr>
            <w:tcW w:w="2160" w:type="dxa"/>
            <w:vAlign w:val="center"/>
          </w:tcPr>
          <w:p w:rsidR="000405DB" w:rsidRDefault="000405DB" w:rsidP="00F3147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Pr="00257A06" w:rsidRDefault="009A55DB" w:rsidP="00F31473"/>
          <w:p w:rsidR="000405DB" w:rsidRPr="00257A06" w:rsidRDefault="000405DB" w:rsidP="00F31473">
            <w:r w:rsidRPr="00257A06">
              <w:t>Cena za dílo celkem včetně DPH</w:t>
            </w:r>
          </w:p>
          <w:p w:rsidR="009A55DB" w:rsidRPr="00257A06" w:rsidRDefault="009A55DB" w:rsidP="00F3147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F3147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F31473">
      <w:pPr>
        <w:pStyle w:val="Zkladntext"/>
      </w:pPr>
    </w:p>
    <w:p w:rsidR="003F14F0" w:rsidRPr="00082FF2" w:rsidRDefault="003F14F0" w:rsidP="00257A06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257A06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257A06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257A06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257A06">
      <w:pPr>
        <w:pStyle w:val="Zkladntextodsazen2-odrky"/>
      </w:pPr>
      <w:r>
        <w:t>práce“. Jednotkové ceny uvedené v položkovém rozpočtu jsou cenami pevnými po celou dobu realizace díla.</w:t>
      </w:r>
    </w:p>
    <w:p w:rsidR="003F14F0" w:rsidRDefault="003F14F0" w:rsidP="00257A06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EA5832" w:rsidRDefault="00EA5832" w:rsidP="00EA5832">
      <w:pPr>
        <w:pStyle w:val="Zkladntextodsazen2-odrky"/>
        <w:numPr>
          <w:ilvl w:val="0"/>
          <w:numId w:val="0"/>
        </w:numPr>
        <w:ind w:left="567" w:hanging="283"/>
      </w:pPr>
    </w:p>
    <w:p w:rsidR="00EA5832" w:rsidRDefault="00EA5832" w:rsidP="00EA5832">
      <w:pPr>
        <w:pStyle w:val="Zkladntextodsazen2-odrky"/>
        <w:numPr>
          <w:ilvl w:val="0"/>
          <w:numId w:val="0"/>
        </w:numPr>
        <w:ind w:left="567" w:hanging="283"/>
      </w:pPr>
    </w:p>
    <w:p w:rsidR="003F14F0" w:rsidRPr="0069310B" w:rsidRDefault="003F14F0" w:rsidP="00F31473">
      <w:pPr>
        <w:pStyle w:val="Nadpis2"/>
        <w:keepNext w:val="0"/>
      </w:pPr>
      <w:r w:rsidRPr="0069310B">
        <w:lastRenderedPageBreak/>
        <w:t>Podmínky pro změnu ceny</w:t>
      </w:r>
    </w:p>
    <w:p w:rsidR="003F14F0" w:rsidRDefault="003F14F0" w:rsidP="00F31473">
      <w:pPr>
        <w:pStyle w:val="Zkladntext"/>
      </w:pPr>
      <w:r>
        <w:t>Sjednaná cena může být změněna pouze za níže uvedených podmínek:</w:t>
      </w:r>
    </w:p>
    <w:p w:rsidR="003F14F0" w:rsidRDefault="003F14F0" w:rsidP="00F3147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F3147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F31473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F31473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F31473">
      <w:pPr>
        <w:pStyle w:val="Nadpis2"/>
        <w:keepNext w:val="0"/>
      </w:pPr>
      <w:r w:rsidRPr="0069310B">
        <w:t>Způsob sjednání změny ceny</w:t>
      </w:r>
    </w:p>
    <w:p w:rsidR="003F14F0" w:rsidRDefault="003F14F0" w:rsidP="00F3147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257A06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257A06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257A06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257A06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257A06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257A06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F31473">
      <w:pPr>
        <w:pStyle w:val="Nadpis1"/>
        <w:keepNext w:val="0"/>
      </w:pPr>
      <w:r>
        <w:t>Platební podmínky</w:t>
      </w:r>
    </w:p>
    <w:p w:rsidR="00E13F3A" w:rsidRPr="00257A06" w:rsidRDefault="00E13F3A" w:rsidP="00257A06">
      <w:pPr>
        <w:pStyle w:val="Zkladntextodsazen2-odrky"/>
      </w:pPr>
      <w:r w:rsidRPr="00257A06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257A06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257A06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257A06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257A06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F3147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F3147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F3147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F31473">
      <w:pPr>
        <w:pStyle w:val="Zkladntextodsazen2"/>
      </w:pPr>
      <w:r>
        <w:lastRenderedPageBreak/>
        <w:tab/>
      </w:r>
      <w:r w:rsidR="003F14F0">
        <w:t>- předmět plnění – název projektu/zakázky</w:t>
      </w:r>
    </w:p>
    <w:p w:rsidR="003F14F0" w:rsidRDefault="00C646F5" w:rsidP="00F31473">
      <w:pPr>
        <w:pStyle w:val="Zkladntextodsazen2"/>
      </w:pPr>
      <w:r>
        <w:tab/>
      </w:r>
      <w:r w:rsidR="003F14F0">
        <w:t>- cena provedených prací</w:t>
      </w:r>
    </w:p>
    <w:p w:rsidR="002E2033" w:rsidRDefault="00C646F5" w:rsidP="00F3147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257A06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257A06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F31473">
      <w:pPr>
        <w:pStyle w:val="Nadpis1"/>
        <w:keepNext w:val="0"/>
      </w:pPr>
      <w:r>
        <w:t>Majetkové sankce</w:t>
      </w:r>
    </w:p>
    <w:p w:rsidR="00F11268" w:rsidRPr="00F11268" w:rsidRDefault="003F14F0" w:rsidP="00F31473">
      <w:pPr>
        <w:pStyle w:val="Nadpis2"/>
        <w:keepNext w:val="0"/>
      </w:pPr>
      <w:r w:rsidRPr="0069310B">
        <w:t>Sankce za nesplnění doby plnění</w:t>
      </w:r>
    </w:p>
    <w:p w:rsidR="00F11268" w:rsidRDefault="002553B3" w:rsidP="00257A06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034CF4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F31473">
      <w:pPr>
        <w:pStyle w:val="Nadpis2"/>
        <w:keepNext w:val="0"/>
      </w:pPr>
      <w:r w:rsidRPr="0069310B">
        <w:t>Sankce za neodstranění vad a nedodělků zjištěných při předání a převzetí díla</w:t>
      </w:r>
    </w:p>
    <w:p w:rsidR="003F14F0" w:rsidRDefault="003F14F0" w:rsidP="00257A06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257A06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034CF4">
        <w:rPr>
          <w:b/>
        </w:rPr>
        <w:t>1</w:t>
      </w:r>
      <w:r w:rsidR="002553B3">
        <w:rPr>
          <w:b/>
        </w:rPr>
        <w:t>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257A06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034CF4">
        <w:rPr>
          <w:b/>
        </w:rPr>
        <w:t>1</w:t>
      </w:r>
      <w:r w:rsidRPr="00655721">
        <w:rPr>
          <w:b/>
        </w:rPr>
        <w:t>.</w:t>
      </w:r>
      <w:r w:rsidR="00034CF4">
        <w:rPr>
          <w:b/>
        </w:rPr>
        <w:t>5</w:t>
      </w:r>
      <w:r>
        <w:rPr>
          <w:b/>
        </w:rPr>
        <w:t>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F31473">
      <w:pPr>
        <w:pStyle w:val="Nadpis2"/>
        <w:keepNext w:val="0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257A06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257A06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257A06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257A06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257A06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257A06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36313A">
        <w:rPr>
          <w:b/>
        </w:rPr>
        <w:t>3</w:t>
      </w:r>
      <w:r w:rsidR="002553B3">
        <w:rPr>
          <w:b/>
        </w:rPr>
        <w:t>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257A06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257A06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F31473">
      <w:pPr>
        <w:pStyle w:val="Nadpis2"/>
        <w:keepNext w:val="0"/>
      </w:pPr>
      <w:r w:rsidRPr="00BB1F66">
        <w:lastRenderedPageBreak/>
        <w:t>Smluvní pokuta za porušení povinnosti v čl. 14 této smlouvy</w:t>
      </w:r>
    </w:p>
    <w:p w:rsidR="00B20C5B" w:rsidRPr="00EA5832" w:rsidRDefault="00494929" w:rsidP="00EA5832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Pr="0052190D" w:rsidRDefault="00B20C5B" w:rsidP="00F31473">
      <w:pPr>
        <w:pStyle w:val="Nadpis2"/>
        <w:keepNext w:val="0"/>
      </w:pPr>
      <w:r w:rsidRPr="0052190D">
        <w:t>Hodnota a význam zajišťované povinnosti</w:t>
      </w:r>
    </w:p>
    <w:p w:rsidR="00B20C5B" w:rsidRDefault="00B20C5B" w:rsidP="004D0E82">
      <w:r w:rsidRPr="008B243E">
        <w:t xml:space="preserve">Zhotovitel bere na vědomí, že </w:t>
      </w:r>
      <w:r>
        <w:t xml:space="preserve">dílo představuje realizaci </w:t>
      </w:r>
      <w:r w:rsidR="004D0E82">
        <w:t>rekonstrukce plynoinstalačních rozvodů</w:t>
      </w:r>
      <w:r w:rsidR="00244A53">
        <w:t>, které je časově stanoveno pevnými termíny</w:t>
      </w:r>
      <w:r>
        <w:t>.</w:t>
      </w:r>
      <w:r w:rsidRPr="008B243E">
        <w:t xml:space="preserve"> </w:t>
      </w:r>
      <w: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3F14F0" w:rsidRPr="0069310B" w:rsidRDefault="003F14F0" w:rsidP="00F31473">
      <w:pPr>
        <w:pStyle w:val="Nadpis2"/>
        <w:keepNext w:val="0"/>
      </w:pPr>
      <w:r w:rsidRPr="0069310B">
        <w:t>Úrok z prodlení za pozdní úhradu faktury</w:t>
      </w:r>
    </w:p>
    <w:p w:rsidR="003F14F0" w:rsidRDefault="003F14F0" w:rsidP="00257A06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F31473">
      <w:pPr>
        <w:pStyle w:val="Nadpis2"/>
        <w:keepNext w:val="0"/>
      </w:pPr>
      <w:r w:rsidRPr="0069310B">
        <w:t>Způsob a vypořádání smluvních pokut</w:t>
      </w:r>
    </w:p>
    <w:p w:rsidR="003F14F0" w:rsidRDefault="003F14F0" w:rsidP="00257A06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257A06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257A06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F31473">
      <w:pPr>
        <w:pStyle w:val="Nadpis1"/>
        <w:keepNext w:val="0"/>
      </w:pPr>
      <w:r>
        <w:t>Staveniště</w:t>
      </w:r>
    </w:p>
    <w:p w:rsidR="003F14F0" w:rsidRPr="0069310B" w:rsidRDefault="003F14F0" w:rsidP="00F31473">
      <w:pPr>
        <w:pStyle w:val="Nadpis2"/>
        <w:keepNext w:val="0"/>
      </w:pPr>
      <w:r w:rsidRPr="0069310B">
        <w:t>Předání a převzetí staveniště</w:t>
      </w:r>
    </w:p>
    <w:p w:rsidR="003F14F0" w:rsidRPr="00210118" w:rsidRDefault="003F14F0" w:rsidP="00257A06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257A06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257A06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257A06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257A06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F31473">
      <w:pPr>
        <w:pStyle w:val="Nadpis2"/>
        <w:keepNext w:val="0"/>
      </w:pPr>
      <w:r w:rsidRPr="0069310B">
        <w:t xml:space="preserve">Vyklizení staveniště </w:t>
      </w:r>
    </w:p>
    <w:p w:rsidR="003F14F0" w:rsidRDefault="003F14F0" w:rsidP="00257A06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257A06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F31473">
      <w:pPr>
        <w:pStyle w:val="Nadpis1"/>
        <w:keepNext w:val="0"/>
      </w:pPr>
      <w:r>
        <w:t>Stavební deník</w:t>
      </w:r>
    </w:p>
    <w:p w:rsidR="003F14F0" w:rsidRDefault="003F14F0" w:rsidP="00257A06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257A06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257A06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257A06">
      <w:pPr>
        <w:pStyle w:val="Zkladntextodsazen2-odrky"/>
      </w:pPr>
      <w:r>
        <w:t>Zapisuje zejména údaje o:</w:t>
      </w:r>
    </w:p>
    <w:p w:rsidR="003F14F0" w:rsidRDefault="003F14F0" w:rsidP="00F3147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F3147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F31473">
      <w:pPr>
        <w:pStyle w:val="Zkladntextodsazen2"/>
      </w:pPr>
      <w:r>
        <w:lastRenderedPageBreak/>
        <w:t>-</w:t>
      </w:r>
      <w:r>
        <w:tab/>
        <w:t>kontrole jakosti provedených prací</w:t>
      </w:r>
    </w:p>
    <w:p w:rsidR="003F14F0" w:rsidRDefault="003F14F0" w:rsidP="00F3147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F3147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F3147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257A06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257A06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257A06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F3147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F31473">
      <w:pPr>
        <w:pStyle w:val="Nadpis4"/>
        <w:keepNext w:val="0"/>
      </w:pPr>
      <w:r w:rsidRPr="0069310B">
        <w:t>Kontrolní dny</w:t>
      </w:r>
    </w:p>
    <w:p w:rsidR="003F14F0" w:rsidRPr="00225EF3" w:rsidRDefault="003F14F0" w:rsidP="00257A06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týd</w:t>
      </w:r>
      <w:r w:rsidR="0036313A">
        <w:t>en</w:t>
      </w:r>
      <w:r w:rsidRPr="00225EF3">
        <w:t>.</w:t>
      </w:r>
    </w:p>
    <w:p w:rsidR="003F14F0" w:rsidRDefault="003F14F0" w:rsidP="00257A06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257A06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257A06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F31473">
      <w:pPr>
        <w:pStyle w:val="Nadpis1"/>
        <w:keepNext w:val="0"/>
      </w:pPr>
      <w:r>
        <w:t xml:space="preserve">Provádění díla a bezpečnost práce </w:t>
      </w:r>
    </w:p>
    <w:p w:rsidR="003F14F0" w:rsidRPr="00E3370F" w:rsidRDefault="003F14F0" w:rsidP="00257A06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257A06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257A06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257A06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257A06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257A06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257A06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</w:t>
      </w:r>
      <w:r>
        <w:lastRenderedPageBreak/>
        <w:t xml:space="preserve">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257A06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257A06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257A06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F31473">
      <w:pPr>
        <w:pStyle w:val="Nadpis1"/>
        <w:keepNext w:val="0"/>
      </w:pPr>
      <w:r>
        <w:t>Předání a převzetí díla</w:t>
      </w:r>
    </w:p>
    <w:p w:rsidR="003F14F0" w:rsidRPr="0069310B" w:rsidRDefault="003F14F0" w:rsidP="00F31473">
      <w:pPr>
        <w:pStyle w:val="Nadpis2"/>
        <w:keepNext w:val="0"/>
      </w:pPr>
      <w:r w:rsidRPr="0069310B">
        <w:t>Organizace předání díla</w:t>
      </w:r>
    </w:p>
    <w:p w:rsidR="003F14F0" w:rsidRDefault="003F14F0" w:rsidP="00257A06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257A06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257A06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257A06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257A06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257A06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257A06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F3147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F3147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F3147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F3147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F3147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F3147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F3147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F3147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F3147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F31473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F3147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F3147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F31473">
      <w:pPr>
        <w:pStyle w:val="Nadpis1"/>
        <w:keepNext w:val="0"/>
      </w:pPr>
      <w:r w:rsidRPr="003C0E72">
        <w:t>Záruka za jakost díla</w:t>
      </w:r>
    </w:p>
    <w:p w:rsidR="003F14F0" w:rsidRDefault="003F14F0" w:rsidP="00257A06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257A06">
      <w:pPr>
        <w:pStyle w:val="Zkladntextodsazen2-odrky"/>
      </w:pPr>
      <w:r>
        <w:lastRenderedPageBreak/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257A06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257A06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257A06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F31473">
      <w:pPr>
        <w:pStyle w:val="Nadpis2"/>
        <w:keepNext w:val="0"/>
      </w:pPr>
      <w:r w:rsidRPr="0069310B">
        <w:t>Způsob reklamace vad</w:t>
      </w:r>
    </w:p>
    <w:p w:rsidR="003F14F0" w:rsidRDefault="003F14F0" w:rsidP="00257A06">
      <w:pPr>
        <w:pStyle w:val="Zkladntextodsazen2-odrky"/>
      </w:pPr>
      <w:r>
        <w:t>Objeví-li se v průběhu záruční doby vady, může objednatel:</w:t>
      </w:r>
    </w:p>
    <w:p w:rsidR="003F14F0" w:rsidRDefault="003F14F0" w:rsidP="00F3147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F3147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F3147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F3147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257A06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257A06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257A06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257A06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F31473">
      <w:pPr>
        <w:pStyle w:val="Nadpis2"/>
        <w:keepNext w:val="0"/>
      </w:pPr>
      <w:r w:rsidRPr="0069310B">
        <w:t xml:space="preserve">Podmínky odstranění reklamovaných vad </w:t>
      </w:r>
    </w:p>
    <w:p w:rsidR="003F14F0" w:rsidRDefault="003F14F0" w:rsidP="00257A06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257A06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257A06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F31473">
      <w:pPr>
        <w:pStyle w:val="Nadpis1"/>
        <w:keepNext w:val="0"/>
      </w:pPr>
      <w:r>
        <w:t>Vlastnictví díla a nebezpečí škody na díle</w:t>
      </w:r>
    </w:p>
    <w:p w:rsidR="003F14F0" w:rsidRDefault="003F14F0" w:rsidP="00257A06">
      <w:pPr>
        <w:pStyle w:val="Zkladntextodsazen2-odrky"/>
      </w:pPr>
      <w:r>
        <w:t>Vlastníkem díla je od počátku objednatel.</w:t>
      </w:r>
    </w:p>
    <w:p w:rsidR="003F14F0" w:rsidRDefault="003F14F0" w:rsidP="0094269C">
      <w:pPr>
        <w:pStyle w:val="Zkladntextodsazen2-odrky"/>
      </w:pPr>
      <w:r>
        <w:t xml:space="preserve">Zhotovitel </w:t>
      </w:r>
      <w:r w:rsidR="0094269C" w:rsidRPr="0094269C">
        <w:t>nese nebezpečí škody na díle až do doby protokolárního předání a převzetí díla objednatelem. Zhotovitel nese nebezpečí škody (ztráty) na veškerých materiálech, hmotách a zařízeních), které používá a použije k provedení díla. To neplatí v případech, kdy zhotovitel prokáže, že škoda vznikla v příčinné souvislosti s porušením povinnosti objednatele nebo třetí osoby.</w:t>
      </w:r>
    </w:p>
    <w:p w:rsidR="00EA5832" w:rsidRDefault="00EA5832" w:rsidP="00EA5832">
      <w:pPr>
        <w:pStyle w:val="Zkladntextodsazen2-odrky"/>
        <w:numPr>
          <w:ilvl w:val="0"/>
          <w:numId w:val="0"/>
        </w:numPr>
        <w:ind w:left="567"/>
      </w:pPr>
    </w:p>
    <w:p w:rsidR="00EA5832" w:rsidRDefault="00EA5832" w:rsidP="00EA5832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F31473">
      <w:pPr>
        <w:pStyle w:val="Nadpis1"/>
        <w:keepNext w:val="0"/>
      </w:pPr>
      <w:r>
        <w:lastRenderedPageBreak/>
        <w:t>Pojištění díla</w:t>
      </w:r>
    </w:p>
    <w:p w:rsidR="003F14F0" w:rsidRDefault="003F14F0" w:rsidP="00257A06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257A06">
      <w:pPr>
        <w:pStyle w:val="Zkladntextodsazen2-odrky"/>
      </w:pPr>
      <w:r>
        <w:t>Náklady na pojištění nese zhotovitel.</w:t>
      </w:r>
    </w:p>
    <w:p w:rsidR="003F14F0" w:rsidRDefault="003F14F0" w:rsidP="00F31473">
      <w:pPr>
        <w:pStyle w:val="Nadpis1"/>
        <w:keepNext w:val="0"/>
      </w:pPr>
      <w:r>
        <w:t xml:space="preserve">Vyšší moc </w:t>
      </w:r>
    </w:p>
    <w:p w:rsidR="003F14F0" w:rsidRDefault="003F14F0" w:rsidP="00257A06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257A06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F31473">
      <w:pPr>
        <w:pStyle w:val="Nadpis1"/>
        <w:keepNext w:val="0"/>
      </w:pPr>
      <w:r w:rsidRPr="00AA4873">
        <w:t>Ukončení smlouvy</w:t>
      </w:r>
    </w:p>
    <w:p w:rsidR="003F14F0" w:rsidRPr="0094269C" w:rsidRDefault="003F14F0" w:rsidP="0094269C">
      <w:pPr>
        <w:pStyle w:val="Zkladntextodsazen2-odrky"/>
        <w:spacing w:after="0"/>
        <w:rPr>
          <w:rFonts w:cs="Arial"/>
        </w:rPr>
      </w:pPr>
      <w:r w:rsidRPr="0094269C">
        <w:rPr>
          <w:rFonts w:cs="Arial"/>
        </w:rPr>
        <w:t>Objednatel má právo odstoupit od této smlouvy mimo zákonné důvody i v případě, že:</w:t>
      </w:r>
    </w:p>
    <w:p w:rsidR="00C91EF0" w:rsidRPr="0094269C" w:rsidRDefault="00C91EF0" w:rsidP="0094269C">
      <w:pPr>
        <w:pStyle w:val="Odstavecseseznamem"/>
        <w:numPr>
          <w:ilvl w:val="2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94269C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94269C" w:rsidRDefault="00C91EF0" w:rsidP="0094269C">
      <w:pPr>
        <w:pStyle w:val="Odstavecseseznamem"/>
        <w:numPr>
          <w:ilvl w:val="2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94269C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257A06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F31473">
      <w:pPr>
        <w:pStyle w:val="Nadpis1"/>
        <w:keepNext w:val="0"/>
      </w:pPr>
      <w:r>
        <w:t>Ostatní ujednání</w:t>
      </w:r>
    </w:p>
    <w:p w:rsidR="003F14F0" w:rsidRDefault="003F14F0" w:rsidP="00257A06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257A06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257A06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257A06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 xml:space="preserve">resp. za dílčí plnění Předmětu plnění. Zhotovitel se </w:t>
      </w:r>
      <w:r>
        <w:lastRenderedPageBreak/>
        <w:t>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257A06">
      <w:pPr>
        <w:pStyle w:val="Zkladntextodsazen2-odrky"/>
      </w:pPr>
      <w:r>
        <w:t>Přílohou a nedílnou součástí smlouvy j</w:t>
      </w:r>
      <w:r w:rsidR="008E14AA">
        <w:t>e</w:t>
      </w:r>
      <w:r w:rsidR="0036313A">
        <w:t xml:space="preserve"> </w:t>
      </w:r>
      <w:r>
        <w:t>nabídkový položkový rozpočet</w:t>
      </w:r>
    </w:p>
    <w:p w:rsidR="003F14F0" w:rsidRDefault="003F14F0" w:rsidP="00257A06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257A06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257A06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257A06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257A06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257A06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F3147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F3147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F3147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F3147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F3147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970D1F">
              <w:t>/Rxx/25</w:t>
            </w:r>
          </w:p>
        </w:tc>
      </w:tr>
    </w:tbl>
    <w:p w:rsidR="00C63D7D" w:rsidRDefault="00C63D7D" w:rsidP="00F31473">
      <w:pPr>
        <w:pStyle w:val="podpisysmlouva"/>
      </w:pPr>
    </w:p>
    <w:p w:rsidR="00C63D7D" w:rsidRDefault="00C63D7D" w:rsidP="00F31473">
      <w:pPr>
        <w:pStyle w:val="podpisysmlouva"/>
      </w:pPr>
    </w:p>
    <w:p w:rsidR="003F14F0" w:rsidRDefault="003F14F0" w:rsidP="00F3147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F31473">
      <w:pPr>
        <w:pStyle w:val="podpisysmlouva"/>
      </w:pPr>
    </w:p>
    <w:p w:rsidR="003F14F0" w:rsidRDefault="003F14F0" w:rsidP="00F3147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F31473">
      <w:pPr>
        <w:pStyle w:val="podpisysmlouva"/>
      </w:pPr>
    </w:p>
    <w:p w:rsidR="003F022C" w:rsidRDefault="003F022C" w:rsidP="00F31473">
      <w:pPr>
        <w:pStyle w:val="podpisysmlouva"/>
      </w:pPr>
    </w:p>
    <w:p w:rsidR="00D747BA" w:rsidRDefault="00D747BA" w:rsidP="00F31473">
      <w:pPr>
        <w:pStyle w:val="podpisysmlouva"/>
      </w:pPr>
    </w:p>
    <w:p w:rsidR="0094269C" w:rsidRDefault="0094269C" w:rsidP="00F31473">
      <w:pPr>
        <w:pStyle w:val="podpisysmlouva"/>
      </w:pPr>
    </w:p>
    <w:p w:rsidR="003F022C" w:rsidRDefault="003F022C" w:rsidP="00F31473">
      <w:pPr>
        <w:pStyle w:val="podpisysmlouva"/>
      </w:pPr>
    </w:p>
    <w:p w:rsidR="003F14F0" w:rsidRDefault="003F14F0" w:rsidP="00F31473">
      <w:pPr>
        <w:pStyle w:val="podpisysmlouva"/>
      </w:pPr>
    </w:p>
    <w:p w:rsidR="003F14F0" w:rsidRDefault="00C91EF0" w:rsidP="00F31473">
      <w:pPr>
        <w:pStyle w:val="podpisysmlouva"/>
      </w:pPr>
      <w:bookmarkStart w:id="21" w:name="Text23"/>
      <w:r>
        <w:t xml:space="preserve">    </w:t>
      </w:r>
      <w:r w:rsidR="00970D1F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970D1F">
        <w:tab/>
      </w:r>
      <w:r w:rsidR="00970D1F">
        <w:tab/>
      </w:r>
      <w:r w:rsidR="00970D1F">
        <w:tab/>
      </w:r>
      <w:r w:rsidR="00970D1F">
        <w:tab/>
      </w:r>
      <w:r w:rsidR="003F14F0">
        <w:t xml:space="preserve">Ing. </w:t>
      </w:r>
      <w:r w:rsidR="00970D1F">
        <w:t>Miroslav Polášek</w:t>
      </w:r>
    </w:p>
    <w:p w:rsidR="00391276" w:rsidRDefault="00257A06" w:rsidP="00970D1F">
      <w:pPr>
        <w:ind w:left="0"/>
      </w:pPr>
      <w:bookmarkStart w:id="22" w:name="Text24"/>
      <w:r>
        <w:t xml:space="preserve">                               </w:t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970D1F">
        <w:t xml:space="preserve">     </w:t>
      </w:r>
      <w:r w:rsidR="003F022C">
        <w:t xml:space="preserve"> </w:t>
      </w:r>
      <w:r w:rsidR="0013634B">
        <w:t>místostarosta</w:t>
      </w:r>
    </w:p>
    <w:sectPr w:rsidR="00391276" w:rsidSect="00034C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69C" w:rsidRDefault="0094269C" w:rsidP="000F743F">
      <w:r>
        <w:separator/>
      </w:r>
    </w:p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F31473"/>
    <w:p w:rsidR="0094269C" w:rsidRDefault="0094269C" w:rsidP="00F31473"/>
    <w:p w:rsidR="0094269C" w:rsidRDefault="0094269C"/>
    <w:p w:rsidR="0094269C" w:rsidRDefault="0094269C"/>
    <w:p w:rsidR="0094269C" w:rsidRDefault="0094269C" w:rsidP="003B5A78"/>
  </w:endnote>
  <w:endnote w:type="continuationSeparator" w:id="0">
    <w:p w:rsidR="0094269C" w:rsidRDefault="0094269C" w:rsidP="000F743F">
      <w:r>
        <w:continuationSeparator/>
      </w:r>
    </w:p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F31473"/>
    <w:p w:rsidR="0094269C" w:rsidRDefault="0094269C" w:rsidP="00F31473"/>
    <w:p w:rsidR="0094269C" w:rsidRDefault="0094269C"/>
    <w:p w:rsidR="0094269C" w:rsidRDefault="0094269C"/>
    <w:p w:rsidR="0094269C" w:rsidRDefault="0094269C" w:rsidP="003B5A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69C" w:rsidRDefault="0094269C" w:rsidP="000F743F">
    <w:pPr>
      <w:pStyle w:val="Zpat"/>
    </w:pPr>
  </w:p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F31473"/>
  <w:p w:rsidR="0094269C" w:rsidRDefault="0094269C" w:rsidP="00F31473"/>
  <w:p w:rsidR="0094269C" w:rsidRDefault="0094269C"/>
  <w:p w:rsidR="0094269C" w:rsidRDefault="0094269C"/>
  <w:p w:rsidR="0094269C" w:rsidRDefault="0094269C" w:rsidP="003B5A7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69C" w:rsidRDefault="0094269C" w:rsidP="000F743F">
    <w:pPr>
      <w:pStyle w:val="Zpat"/>
    </w:pPr>
  </w:p>
  <w:p w:rsidR="0094269C" w:rsidRPr="00F31473" w:rsidRDefault="0094269C" w:rsidP="000F743F">
    <w:pPr>
      <w:pStyle w:val="Zpat"/>
      <w:rPr>
        <w:sz w:val="16"/>
        <w:szCs w:val="16"/>
      </w:rPr>
    </w:pPr>
    <w:r w:rsidRPr="00F31473">
      <w:rPr>
        <w:sz w:val="16"/>
        <w:szCs w:val="16"/>
      </w:rPr>
      <w:t>NÁVRH SMLOUVY O DÍLO</w:t>
    </w:r>
  </w:p>
  <w:p w:rsidR="0094269C" w:rsidRPr="004D0E82" w:rsidRDefault="0094269C" w:rsidP="004D0E82">
    <w:pPr>
      <w:rPr>
        <w:sz w:val="16"/>
        <w:szCs w:val="16"/>
      </w:rPr>
    </w:pPr>
    <w:r>
      <w:rPr>
        <w:sz w:val="16"/>
        <w:szCs w:val="16"/>
      </w:rPr>
      <w:t>Rekonstrukce plynoinstalací na bytovém domě č.p. 1502</w:t>
    </w:r>
    <w:r w:rsidRPr="00F31473">
      <w:rPr>
        <w:sz w:val="16"/>
        <w:szCs w:val="16"/>
      </w:rPr>
      <w:tab/>
    </w:r>
    <w:r w:rsidRPr="00F31473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F31473">
      <w:rPr>
        <w:sz w:val="16"/>
        <w:szCs w:val="16"/>
      </w:rPr>
      <w:tab/>
    </w:r>
    <w:r w:rsidRPr="00F31473">
      <w:rPr>
        <w:bCs/>
        <w:sz w:val="16"/>
        <w:szCs w:val="16"/>
      </w:rPr>
      <w:t>S</w:t>
    </w:r>
    <w:r w:rsidRPr="00F31473">
      <w:rPr>
        <w:sz w:val="16"/>
        <w:szCs w:val="16"/>
      </w:rPr>
      <w:t xml:space="preserve">trana </w:t>
    </w:r>
    <w:r w:rsidRPr="00F31473">
      <w:rPr>
        <w:sz w:val="16"/>
        <w:szCs w:val="16"/>
      </w:rPr>
      <w:fldChar w:fldCharType="begin"/>
    </w:r>
    <w:r w:rsidRPr="00F31473">
      <w:rPr>
        <w:sz w:val="16"/>
        <w:szCs w:val="16"/>
      </w:rPr>
      <w:instrText xml:space="preserve"> PAGE </w:instrText>
    </w:r>
    <w:r w:rsidRPr="00F31473">
      <w:rPr>
        <w:sz w:val="16"/>
        <w:szCs w:val="16"/>
      </w:rPr>
      <w:fldChar w:fldCharType="separate"/>
    </w:r>
    <w:r w:rsidR="00EA5832">
      <w:rPr>
        <w:noProof/>
        <w:sz w:val="16"/>
        <w:szCs w:val="16"/>
      </w:rPr>
      <w:t>3</w:t>
    </w:r>
    <w:r w:rsidRPr="00F31473">
      <w:rPr>
        <w:sz w:val="16"/>
        <w:szCs w:val="16"/>
      </w:rPr>
      <w:fldChar w:fldCharType="end"/>
    </w:r>
    <w:r w:rsidRPr="00F31473">
      <w:rPr>
        <w:sz w:val="16"/>
        <w:szCs w:val="16"/>
      </w:rPr>
      <w:t xml:space="preserve"> z </w:t>
    </w:r>
    <w:r w:rsidRPr="00F31473">
      <w:rPr>
        <w:sz w:val="16"/>
        <w:szCs w:val="16"/>
      </w:rPr>
      <w:fldChar w:fldCharType="begin"/>
    </w:r>
    <w:r w:rsidRPr="00F31473">
      <w:rPr>
        <w:sz w:val="16"/>
        <w:szCs w:val="16"/>
      </w:rPr>
      <w:instrText xml:space="preserve"> NUMPAGES </w:instrText>
    </w:r>
    <w:r w:rsidRPr="00F31473">
      <w:rPr>
        <w:sz w:val="16"/>
        <w:szCs w:val="16"/>
      </w:rPr>
      <w:fldChar w:fldCharType="separate"/>
    </w:r>
    <w:r w:rsidR="00EA5832">
      <w:rPr>
        <w:noProof/>
        <w:sz w:val="16"/>
        <w:szCs w:val="16"/>
      </w:rPr>
      <w:t>12</w:t>
    </w:r>
    <w:r w:rsidRPr="00F31473">
      <w:rPr>
        <w:sz w:val="16"/>
        <w:szCs w:val="16"/>
      </w:rPr>
      <w:fldChar w:fldCharType="end"/>
    </w:r>
  </w:p>
  <w:p w:rsidR="0094269C" w:rsidRDefault="0094269C" w:rsidP="003B5A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69C" w:rsidRDefault="0094269C" w:rsidP="000F743F">
      <w:r>
        <w:separator/>
      </w:r>
    </w:p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F31473"/>
    <w:p w:rsidR="0094269C" w:rsidRDefault="0094269C" w:rsidP="00F31473"/>
    <w:p w:rsidR="0094269C" w:rsidRDefault="0094269C"/>
    <w:p w:rsidR="0094269C" w:rsidRDefault="0094269C"/>
    <w:p w:rsidR="0094269C" w:rsidRDefault="0094269C" w:rsidP="003B5A78"/>
  </w:footnote>
  <w:footnote w:type="continuationSeparator" w:id="0">
    <w:p w:rsidR="0094269C" w:rsidRDefault="0094269C" w:rsidP="000F743F">
      <w:r>
        <w:continuationSeparator/>
      </w:r>
    </w:p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0F743F"/>
    <w:p w:rsidR="0094269C" w:rsidRDefault="0094269C" w:rsidP="00F31473"/>
    <w:p w:rsidR="0094269C" w:rsidRDefault="0094269C" w:rsidP="00F31473"/>
    <w:p w:rsidR="0094269C" w:rsidRDefault="0094269C"/>
    <w:p w:rsidR="0094269C" w:rsidRDefault="0094269C"/>
    <w:p w:rsidR="0094269C" w:rsidRDefault="0094269C" w:rsidP="003B5A7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69C" w:rsidRDefault="0094269C" w:rsidP="000F743F">
    <w:pPr>
      <w:pStyle w:val="Zhlav"/>
    </w:pPr>
  </w:p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0F743F"/>
  <w:p w:rsidR="0094269C" w:rsidRDefault="0094269C" w:rsidP="00F31473"/>
  <w:p w:rsidR="0094269C" w:rsidRDefault="0094269C" w:rsidP="00F31473"/>
  <w:p w:rsidR="0094269C" w:rsidRDefault="0094269C"/>
  <w:p w:rsidR="0094269C" w:rsidRDefault="0094269C"/>
  <w:p w:rsidR="0094269C" w:rsidRDefault="0094269C" w:rsidP="003B5A7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69C" w:rsidRDefault="0094269C" w:rsidP="004D0E82">
    <w:pPr>
      <w:ind w:left="0"/>
    </w:pPr>
  </w:p>
  <w:p w:rsidR="0094269C" w:rsidRDefault="0094269C" w:rsidP="003B5A7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69C" w:rsidRPr="005C179D" w:rsidRDefault="0094269C" w:rsidP="000F743F">
    <w:r>
      <w:rPr>
        <w:noProof/>
      </w:rPr>
      <w:drawing>
        <wp:anchor distT="0" distB="0" distL="114300" distR="114300" simplePos="0" relativeHeight="251658240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7" name="Obrázek 17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269C" w:rsidRDefault="0094269C" w:rsidP="000F743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8D487772"/>
    <w:lvl w:ilvl="0" w:tplc="BB24FDBA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0C5EBFA2"/>
    <w:lvl w:ilvl="0" w:tplc="4F82AD28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documentProtection w:edit="forms" w:enforcement="1" w:cryptProviderType="rsaAES" w:cryptAlgorithmClass="hash" w:cryptAlgorithmType="typeAny" w:cryptAlgorithmSid="14" w:cryptSpinCount="100000" w:hash="R6g8rYnHKdqOoahmPWO0Y+SPGC+Ah47jUF1vYYOubgRJ59C9qkLdj6UbuyizOX3vBDiEBc43cc76g2kNIHwY9g==" w:salt="DCy2XlgHkPggiCRa7wsrrw==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0F6758"/>
    <w:rsid w:val="000F743F"/>
    <w:rsid w:val="001054B0"/>
    <w:rsid w:val="001077E0"/>
    <w:rsid w:val="0011619E"/>
    <w:rsid w:val="0013634B"/>
    <w:rsid w:val="00136400"/>
    <w:rsid w:val="00136827"/>
    <w:rsid w:val="00140DF8"/>
    <w:rsid w:val="00145FB8"/>
    <w:rsid w:val="00146CE0"/>
    <w:rsid w:val="00196630"/>
    <w:rsid w:val="001A42C9"/>
    <w:rsid w:val="001C085E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57A06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302FD3"/>
    <w:rsid w:val="00312A9D"/>
    <w:rsid w:val="0031553A"/>
    <w:rsid w:val="00316588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0D70"/>
    <w:rsid w:val="00391276"/>
    <w:rsid w:val="003A5FDC"/>
    <w:rsid w:val="003B5A78"/>
    <w:rsid w:val="003C288D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60A78"/>
    <w:rsid w:val="004709F4"/>
    <w:rsid w:val="00484F46"/>
    <w:rsid w:val="00494929"/>
    <w:rsid w:val="004B04C8"/>
    <w:rsid w:val="004B2A8A"/>
    <w:rsid w:val="004D0E82"/>
    <w:rsid w:val="004E5078"/>
    <w:rsid w:val="004F241D"/>
    <w:rsid w:val="00503CE0"/>
    <w:rsid w:val="00506C57"/>
    <w:rsid w:val="00515F16"/>
    <w:rsid w:val="005173D1"/>
    <w:rsid w:val="0052158B"/>
    <w:rsid w:val="00523B37"/>
    <w:rsid w:val="00525363"/>
    <w:rsid w:val="0052643C"/>
    <w:rsid w:val="00534164"/>
    <w:rsid w:val="005420A4"/>
    <w:rsid w:val="0056482F"/>
    <w:rsid w:val="00570731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269C"/>
    <w:rsid w:val="00943E03"/>
    <w:rsid w:val="009455C0"/>
    <w:rsid w:val="0095106B"/>
    <w:rsid w:val="00954693"/>
    <w:rsid w:val="00955461"/>
    <w:rsid w:val="00957D62"/>
    <w:rsid w:val="00970D1F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1576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2681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F1E9C"/>
    <w:rsid w:val="00C03C32"/>
    <w:rsid w:val="00C03D4F"/>
    <w:rsid w:val="00C05140"/>
    <w:rsid w:val="00C23BA6"/>
    <w:rsid w:val="00C374D8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63B81"/>
    <w:rsid w:val="00D64D98"/>
    <w:rsid w:val="00D703D3"/>
    <w:rsid w:val="00D70CD0"/>
    <w:rsid w:val="00D7155F"/>
    <w:rsid w:val="00D74105"/>
    <w:rsid w:val="00D747BA"/>
    <w:rsid w:val="00D908A5"/>
    <w:rsid w:val="00D96CFD"/>
    <w:rsid w:val="00DB696D"/>
    <w:rsid w:val="00DC240D"/>
    <w:rsid w:val="00DC607D"/>
    <w:rsid w:val="00DD0485"/>
    <w:rsid w:val="00DD0646"/>
    <w:rsid w:val="00DD2B60"/>
    <w:rsid w:val="00DD3DD8"/>
    <w:rsid w:val="00DD5D2A"/>
    <w:rsid w:val="00DD7772"/>
    <w:rsid w:val="00DE426F"/>
    <w:rsid w:val="00DE4769"/>
    <w:rsid w:val="00E06EEF"/>
    <w:rsid w:val="00E13F3A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5832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1473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47F9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0F743F"/>
    <w:pPr>
      <w:tabs>
        <w:tab w:val="left" w:pos="1985"/>
      </w:tabs>
      <w:autoSpaceDE w:val="0"/>
      <w:autoSpaceDN w:val="0"/>
      <w:adjustRightInd w:val="0"/>
      <w:spacing w:after="0" w:line="240" w:lineRule="auto"/>
      <w:ind w:left="360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257A06"/>
    <w:pPr>
      <w:numPr>
        <w:numId w:val="17"/>
      </w:numPr>
      <w:autoSpaceDE/>
      <w:autoSpaceDN/>
      <w:adjustRightInd/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2FFE5-3908-4232-8E3C-8D80DBE75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27BA773E.dotm</Template>
  <TotalTime>1408</TotalTime>
  <Pages>12</Pages>
  <Words>5673</Words>
  <Characters>33475</Characters>
  <Application>Microsoft Office Word</Application>
  <DocSecurity>0</DocSecurity>
  <Lines>278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93</cp:revision>
  <cp:lastPrinted>2021-01-05T12:18:00Z</cp:lastPrinted>
  <dcterms:created xsi:type="dcterms:W3CDTF">2018-03-07T15:51:00Z</dcterms:created>
  <dcterms:modified xsi:type="dcterms:W3CDTF">2025-02-14T08:45:00Z</dcterms:modified>
</cp:coreProperties>
</file>